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E0347" w14:textId="153BF6A8" w:rsidR="00525119" w:rsidRDefault="006C71EC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101A2058" wp14:editId="55578E88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03051328" wp14:editId="74BC8DE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09D468C" wp14:editId="2CA808B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</w:t>
      </w:r>
      <w:r w:rsidR="00200E08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1F09C59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2C9C29F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6AAEF34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6A774E2" w14:textId="51B4C5FA" w:rsidR="00E20822" w:rsidRPr="00FB0E81" w:rsidRDefault="00257A8B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(-6)</w:t>
            </w:r>
            <w:r>
              <w:rPr>
                <w:rFonts w:ascii="Avenir Book" w:hAnsi="Avenir Book"/>
                <w:sz w:val="20"/>
                <w:szCs w:val="20"/>
                <w:vertAlign w:val="superscript"/>
              </w:rPr>
              <w:t>2</w:t>
            </w:r>
            <w:r>
              <w:rPr>
                <w:rFonts w:ascii="Avenir Book" w:hAnsi="Avenir Book"/>
                <w:sz w:val="20"/>
                <w:szCs w:val="20"/>
              </w:rPr>
              <w:t xml:space="preserve"> =</w:t>
            </w:r>
          </w:p>
        </w:tc>
        <w:tc>
          <w:tcPr>
            <w:tcW w:w="425" w:type="dxa"/>
            <w:tcBorders>
              <w:right w:val="nil"/>
            </w:tcBorders>
          </w:tcPr>
          <w:p w14:paraId="713BD7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FC7E5DB" w14:textId="093298CC" w:rsidR="00E20822" w:rsidRPr="000A63AF" w:rsidRDefault="006C71EC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w:r w:rsidR="009D693F">
              <w:rPr>
                <w:rFonts w:ascii="Avenir Book" w:hAnsi="Avenir Book"/>
                <w:sz w:val="20"/>
                <w:szCs w:val="20"/>
              </w:rPr>
              <w:t>7a + 3b – 4a + 2b</w:t>
            </w:r>
          </w:p>
        </w:tc>
      </w:tr>
      <w:tr w:rsidR="00E20822" w:rsidRPr="00C240D5" w14:paraId="29B83913" w14:textId="77777777" w:rsidTr="006C71EC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3C333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D859C93" w14:textId="001E07F4" w:rsidR="00E20822" w:rsidRPr="00C240D5" w:rsidRDefault="001000F9" w:rsidP="00505FC9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Estimate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832.7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38.6</m:t>
                  </m:r>
                </m:den>
              </m:f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9D473D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572A55DA" w14:textId="0719F10A" w:rsidR="00862C8B" w:rsidRPr="00E7701C" w:rsidRDefault="00862C8B" w:rsidP="00A6525C">
            <w:pPr>
              <w:spacing w:before="12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What is the me</w:t>
            </w:r>
            <w:r w:rsidR="00200E08">
              <w:rPr>
                <w:rFonts w:ascii="Avenir Book" w:hAnsi="Avenir Book"/>
              </w:rPr>
              <w:t>di</w:t>
            </w:r>
            <w:r w:rsidRPr="00E7701C">
              <w:rPr>
                <w:rFonts w:ascii="Avenir Book" w:hAnsi="Avenir Book"/>
              </w:rPr>
              <w:t xml:space="preserve">an of </w:t>
            </w:r>
          </w:p>
          <w:p w14:paraId="2A01FF9F" w14:textId="0E2C795F" w:rsidR="00E20822" w:rsidRPr="00C240D5" w:rsidRDefault="00862C8B" w:rsidP="00862C8B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3     6     3     4</w:t>
            </w:r>
          </w:p>
        </w:tc>
      </w:tr>
      <w:tr w:rsidR="00E20822" w:rsidRPr="00C240D5" w14:paraId="0733E890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B725E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95A620" w14:textId="4BF22281" w:rsidR="006C71EC" w:rsidRPr="00D51195" w:rsidRDefault="009D1B7F" w:rsidP="006C71EC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1BE3E8A4" wp14:editId="5EFDE090">
                      <wp:simplePos x="0" y="0"/>
                      <wp:positionH relativeFrom="column">
                        <wp:posOffset>1480917</wp:posOffset>
                      </wp:positionH>
                      <wp:positionV relativeFrom="paragraph">
                        <wp:posOffset>57297</wp:posOffset>
                      </wp:positionV>
                      <wp:extent cx="727173" cy="676910"/>
                      <wp:effectExtent l="0" t="0" r="0" b="0"/>
                      <wp:wrapThrough wrapText="bothSides">
                        <wp:wrapPolygon edited="0">
                          <wp:start x="11696" y="0"/>
                          <wp:lineTo x="10564" y="811"/>
                          <wp:lineTo x="6791" y="6079"/>
                          <wp:lineTo x="6414" y="7700"/>
                          <wp:lineTo x="1509" y="13779"/>
                          <wp:lineTo x="0" y="16210"/>
                          <wp:lineTo x="0" y="17426"/>
                          <wp:lineTo x="2641" y="20668"/>
                          <wp:lineTo x="12073" y="20668"/>
                          <wp:lineTo x="16601" y="19857"/>
                          <wp:lineTo x="19997" y="17021"/>
                          <wp:lineTo x="19619" y="2432"/>
                          <wp:lineTo x="18487" y="811"/>
                          <wp:lineTo x="13960" y="0"/>
                          <wp:lineTo x="11696" y="0"/>
                        </wp:wrapPolygon>
                      </wp:wrapThrough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7173" cy="676910"/>
                                <a:chOff x="8792" y="0"/>
                                <a:chExt cx="727173" cy="677309"/>
                              </a:xfrm>
                            </wpg:grpSpPr>
                            <wps:wsp>
                              <wps:cNvPr id="2" name="Isosceles Triangle 2"/>
                              <wps:cNvSpPr/>
                              <wps:spPr>
                                <a:xfrm>
                                  <a:off x="8792" y="28219"/>
                                  <a:ext cx="560070" cy="502920"/>
                                </a:xfrm>
                                <a:prstGeom prst="triangle">
                                  <a:avLst>
                                    <a:gd name="adj" fmla="val 78223"/>
                                  </a:avLst>
                                </a:prstGeom>
                                <a:noFill/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283210" y="0"/>
                                  <a:ext cx="447675" cy="3092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39A5BD3" w14:textId="77777777" w:rsidR="009D1B7F" w:rsidRDefault="009D1B7F" w:rsidP="009D1B7F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38100" y="340359"/>
                                  <a:ext cx="447675" cy="336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C1A1F0" w14:textId="77777777" w:rsidR="009D1B7F" w:rsidRPr="006D05F5" w:rsidRDefault="009D1B7F" w:rsidP="009D1B7F">
                                    <w:pPr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</w:pPr>
                                    <w:r w:rsidRPr="006D05F5">
                                      <w:rPr>
                                        <w:sz w:val="18"/>
                                        <w:szCs w:val="18"/>
                                      </w:rPr>
                                      <w:t>70</w:t>
                                    </w:r>
                                    <w:r w:rsidRPr="006D05F5"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288290" y="334645"/>
                                  <a:ext cx="447675" cy="2635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66E70CC" w14:textId="77777777" w:rsidR="009D1B7F" w:rsidRPr="006D05F5" w:rsidRDefault="009D1B7F" w:rsidP="009D1B7F">
                                    <w:pPr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  <w:r w:rsidRPr="006D05F5">
                                      <w:rPr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  <w:r w:rsidRPr="006D05F5"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E3E8A4" id="Group 6" o:spid="_x0000_s1026" style="position:absolute;margin-left:116.6pt;margin-top:4.5pt;width:57.25pt;height:53.3pt;z-index:251684864;mso-width-relative:margin;mso-height-relative:margin" coordorigin="87" coordsize="7271,67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&#13;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" o:spid="_x0000_s1027" type="#_x0000_t5" style="position:absolute;left:87;top:282;width:5601;height:50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" adj="16896" filled="f" strokecolor="#4579b8 [3044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8" type="#_x0000_t202" style="position:absolute;left:2832;width:4476;height:30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      <v:textbox>
                          <w:txbxContent>
                            <w:p w14:paraId="539A5BD3" w14:textId="77777777" w:rsidR="009D1B7F" w:rsidRDefault="009D1B7F" w:rsidP="009D1B7F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  <v:shape id="Text Box 4" o:spid="_x0000_s1029" type="#_x0000_t202" style="position:absolute;left:381;top:3403;width:4476;height:3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      <v:textbox>
                          <w:txbxContent>
                            <w:p w14:paraId="63C1A1F0" w14:textId="77777777" w:rsidR="009D1B7F" w:rsidRPr="006D05F5" w:rsidRDefault="009D1B7F" w:rsidP="009D1B7F">
                              <w:pPr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</w:pPr>
                              <w:r w:rsidRPr="006D05F5">
                                <w:rPr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6D05F5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5" o:spid="_x0000_s1030" type="#_x0000_t202" style="position:absolute;left:2882;top:3346;width:4477;height:26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      <v:textbox>
                          <w:txbxContent>
                            <w:p w14:paraId="166E70CC" w14:textId="77777777" w:rsidR="009D1B7F" w:rsidRPr="006D05F5" w:rsidRDefault="009D1B7F" w:rsidP="009D1B7F">
                              <w:pPr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6D05F5">
                                <w:rPr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6D05F5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="006C71EC" w:rsidRPr="00D51195">
              <w:rPr>
                <w:rFonts w:ascii="Avenir Book" w:hAnsi="Avenir Book"/>
              </w:rPr>
              <w:t>Find angle x</w:t>
            </w:r>
          </w:p>
          <w:p w14:paraId="4112BEF1" w14:textId="1CE6590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D6D9AF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7040B03A" w14:textId="2A56ABB6" w:rsidR="006C71EC" w:rsidRDefault="006C71EC" w:rsidP="00525119">
      <w:pPr>
        <w:spacing w:after="0"/>
        <w:rPr>
          <w:rFonts w:ascii="Avenir Book" w:hAnsi="Avenir Book"/>
          <w:sz w:val="24"/>
          <w:szCs w:val="24"/>
        </w:rPr>
      </w:pPr>
    </w:p>
    <w:p w14:paraId="7FE738B7" w14:textId="77777777" w:rsidR="00200E08" w:rsidRDefault="00200E08" w:rsidP="00200E0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60BBD7D3" wp14:editId="2153B01E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7936" behindDoc="0" locked="0" layoutInCell="1" allowOverlap="1" wp14:anchorId="2298290B" wp14:editId="426B630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1" name="Picture 4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2CC33A85" wp14:editId="58A8C98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2" name="Picture 4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6477D3F7" w14:textId="77777777" w:rsidR="00200E08" w:rsidRDefault="00200E08" w:rsidP="00200E08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200E08" w:rsidRPr="000A63AF" w14:paraId="2ABDB74D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40BA4F0" w14:textId="77777777" w:rsidR="00200E08" w:rsidRPr="00C240D5" w:rsidRDefault="00200E0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2DC36ED8" w14:textId="77777777" w:rsidR="00200E08" w:rsidRPr="00FB0E81" w:rsidRDefault="00200E08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(-6)</w:t>
            </w:r>
            <w:r>
              <w:rPr>
                <w:rFonts w:ascii="Avenir Book" w:hAnsi="Avenir Book"/>
                <w:sz w:val="20"/>
                <w:szCs w:val="20"/>
                <w:vertAlign w:val="superscript"/>
              </w:rPr>
              <w:t>2</w:t>
            </w:r>
            <w:r>
              <w:rPr>
                <w:rFonts w:ascii="Avenir Book" w:hAnsi="Avenir Book"/>
                <w:sz w:val="20"/>
                <w:szCs w:val="20"/>
              </w:rPr>
              <w:t xml:space="preserve"> =</w:t>
            </w:r>
          </w:p>
        </w:tc>
        <w:tc>
          <w:tcPr>
            <w:tcW w:w="425" w:type="dxa"/>
            <w:tcBorders>
              <w:right w:val="nil"/>
            </w:tcBorders>
          </w:tcPr>
          <w:p w14:paraId="3D801E46" w14:textId="77777777" w:rsidR="00200E08" w:rsidRPr="00C240D5" w:rsidRDefault="00200E0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7163A0B" w14:textId="77777777" w:rsidR="00200E08" w:rsidRPr="000A63AF" w:rsidRDefault="00200E08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w:r>
              <w:rPr>
                <w:rFonts w:ascii="Avenir Book" w:hAnsi="Avenir Book"/>
                <w:sz w:val="20"/>
                <w:szCs w:val="20"/>
              </w:rPr>
              <w:t>7a + 3b – 4a + 2b</w:t>
            </w:r>
          </w:p>
        </w:tc>
      </w:tr>
      <w:tr w:rsidR="00200E08" w:rsidRPr="00C240D5" w14:paraId="57EFB65A" w14:textId="77777777" w:rsidTr="00E01254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B2DCFD3" w14:textId="77777777" w:rsidR="00200E08" w:rsidRPr="00C240D5" w:rsidRDefault="00200E0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78ABD1A" w14:textId="77777777" w:rsidR="00200E08" w:rsidRPr="00C240D5" w:rsidRDefault="00200E08" w:rsidP="00E01254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Estimate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832.7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38.6</m:t>
                  </m:r>
                </m:den>
              </m:f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085540D" w14:textId="77777777" w:rsidR="00200E08" w:rsidRPr="00C240D5" w:rsidRDefault="00200E0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75F66D1B" w14:textId="77777777" w:rsidR="00200E08" w:rsidRPr="00E7701C" w:rsidRDefault="00200E08" w:rsidP="00E01254">
            <w:pPr>
              <w:spacing w:before="12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What is the me</w:t>
            </w:r>
            <w:r>
              <w:rPr>
                <w:rFonts w:ascii="Avenir Book" w:hAnsi="Avenir Book"/>
              </w:rPr>
              <w:t>di</w:t>
            </w:r>
            <w:r w:rsidRPr="00E7701C">
              <w:rPr>
                <w:rFonts w:ascii="Avenir Book" w:hAnsi="Avenir Book"/>
              </w:rPr>
              <w:t xml:space="preserve">an of </w:t>
            </w:r>
          </w:p>
          <w:p w14:paraId="09C4A4B7" w14:textId="77777777" w:rsidR="00200E08" w:rsidRPr="00C240D5" w:rsidRDefault="00200E08" w:rsidP="00E01254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>3     6     3     4</w:t>
            </w:r>
          </w:p>
        </w:tc>
      </w:tr>
      <w:tr w:rsidR="00200E08" w:rsidRPr="00C240D5" w14:paraId="21A8B887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22338B8A" w14:textId="77777777" w:rsidR="00200E08" w:rsidRPr="00C240D5" w:rsidRDefault="00200E0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E7CF5BD" w14:textId="77777777" w:rsidR="00200E08" w:rsidRPr="00D51195" w:rsidRDefault="00200E08" w:rsidP="00E01254">
            <w:pPr>
              <w:rPr>
                <w:rFonts w:ascii="Avenir Book" w:hAnsi="Avenir Book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5E47DEE9" wp14:editId="063F8A8F">
                      <wp:simplePos x="0" y="0"/>
                      <wp:positionH relativeFrom="column">
                        <wp:posOffset>1480917</wp:posOffset>
                      </wp:positionH>
                      <wp:positionV relativeFrom="paragraph">
                        <wp:posOffset>57297</wp:posOffset>
                      </wp:positionV>
                      <wp:extent cx="727173" cy="676910"/>
                      <wp:effectExtent l="0" t="0" r="0" b="0"/>
                      <wp:wrapThrough wrapText="bothSides">
                        <wp:wrapPolygon edited="0">
                          <wp:start x="11696" y="0"/>
                          <wp:lineTo x="10564" y="811"/>
                          <wp:lineTo x="6791" y="6079"/>
                          <wp:lineTo x="6414" y="7700"/>
                          <wp:lineTo x="1509" y="13779"/>
                          <wp:lineTo x="0" y="16210"/>
                          <wp:lineTo x="0" y="17426"/>
                          <wp:lineTo x="2641" y="20668"/>
                          <wp:lineTo x="12073" y="20668"/>
                          <wp:lineTo x="16601" y="19857"/>
                          <wp:lineTo x="19997" y="17021"/>
                          <wp:lineTo x="19619" y="2432"/>
                          <wp:lineTo x="18487" y="811"/>
                          <wp:lineTo x="13960" y="0"/>
                          <wp:lineTo x="11696" y="0"/>
                        </wp:wrapPolygon>
                      </wp:wrapThrough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7173" cy="676910"/>
                                <a:chOff x="8792" y="0"/>
                                <a:chExt cx="727173" cy="677309"/>
                              </a:xfrm>
                            </wpg:grpSpPr>
                            <wps:wsp>
                              <wps:cNvPr id="36" name="Isosceles Triangle 2"/>
                              <wps:cNvSpPr/>
                              <wps:spPr>
                                <a:xfrm>
                                  <a:off x="8792" y="28219"/>
                                  <a:ext cx="560070" cy="502920"/>
                                </a:xfrm>
                                <a:prstGeom prst="triangle">
                                  <a:avLst>
                                    <a:gd name="adj" fmla="val 78223"/>
                                  </a:avLst>
                                </a:prstGeom>
                                <a:noFill/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37"/>
                              <wps:cNvSpPr txBox="1"/>
                              <wps:spPr>
                                <a:xfrm>
                                  <a:off x="283210" y="0"/>
                                  <a:ext cx="447675" cy="3092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0FB03B3" w14:textId="77777777" w:rsidR="00200E08" w:rsidRDefault="00200E08" w:rsidP="00200E08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Text Box 38"/>
                              <wps:cNvSpPr txBox="1"/>
                              <wps:spPr>
                                <a:xfrm>
                                  <a:off x="38100" y="340359"/>
                                  <a:ext cx="447675" cy="336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C9B9E7" w14:textId="77777777" w:rsidR="00200E08" w:rsidRPr="006D05F5" w:rsidRDefault="00200E08" w:rsidP="00200E08">
                                    <w:pPr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</w:pPr>
                                    <w:r w:rsidRPr="006D05F5">
                                      <w:rPr>
                                        <w:sz w:val="18"/>
                                        <w:szCs w:val="18"/>
                                      </w:rPr>
                                      <w:t>70</w:t>
                                    </w:r>
                                    <w:r w:rsidRPr="006D05F5"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 Box 39"/>
                              <wps:cNvSpPr txBox="1"/>
                              <wps:spPr>
                                <a:xfrm>
                                  <a:off x="288290" y="334645"/>
                                  <a:ext cx="447675" cy="2635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ED9E85" w14:textId="77777777" w:rsidR="00200E08" w:rsidRPr="006D05F5" w:rsidRDefault="00200E08" w:rsidP="00200E08">
                                    <w:pPr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8</w:t>
                                    </w:r>
                                    <w:r w:rsidRPr="006D05F5">
                                      <w:rPr>
                                        <w:sz w:val="18"/>
                                        <w:szCs w:val="18"/>
                                      </w:rPr>
                                      <w:t>0</w:t>
                                    </w:r>
                                    <w:r w:rsidRPr="006D05F5">
                                      <w:rPr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47DEE9" id="Group 22" o:spid="_x0000_s1031" style="position:absolute;margin-left:116.6pt;margin-top:4.5pt;width:57.25pt;height:53.3pt;z-index:251689984;mso-width-relative:margin;mso-height-relative:margin" coordorigin="87" coordsize="7271,67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">
                      <v:shape id="Isosceles Triangle 2" o:spid="_x0000_s1032" type="#_x0000_t5" style="position:absolute;left:87;top:282;width:5601;height:502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" adj="16896" filled="f" strokecolor="#4579b8 [3044]"/>
                      <v:shape id="Text Box 37" o:spid="_x0000_s1033" type="#_x0000_t202" style="position:absolute;left:2832;width:4476;height:30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" filled="f" stroked="f">
                        <v:textbox>
                          <w:txbxContent>
                            <w:p w14:paraId="30FB03B3" w14:textId="77777777" w:rsidR="00200E08" w:rsidRDefault="00200E08" w:rsidP="00200E08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  <v:shape id="Text Box 38" o:spid="_x0000_s1034" type="#_x0000_t202" style="position:absolute;left:381;top:3403;width:4476;height:33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" filled="f" stroked="f">
                        <v:textbox>
                          <w:txbxContent>
                            <w:p w14:paraId="28C9B9E7" w14:textId="77777777" w:rsidR="00200E08" w:rsidRPr="006D05F5" w:rsidRDefault="00200E08" w:rsidP="00200E08">
                              <w:pPr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</w:pPr>
                              <w:r w:rsidRPr="006D05F5">
                                <w:rPr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6D05F5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39" o:spid="_x0000_s1035" type="#_x0000_t202" style="position:absolute;left:2882;top:3346;width:4477;height:26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" filled="f" stroked="f">
                        <v:textbox>
                          <w:txbxContent>
                            <w:p w14:paraId="5DED9E85" w14:textId="77777777" w:rsidR="00200E08" w:rsidRPr="006D05F5" w:rsidRDefault="00200E08" w:rsidP="00200E08">
                              <w:pPr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6D05F5">
                                <w:rPr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6D05F5">
                                <w:rPr>
                                  <w:sz w:val="18"/>
                                  <w:szCs w:val="18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Pr="00D51195">
              <w:rPr>
                <w:rFonts w:ascii="Avenir Book" w:hAnsi="Avenir Book"/>
              </w:rPr>
              <w:t>Find angle x</w:t>
            </w:r>
          </w:p>
          <w:p w14:paraId="0AEC2DE1" w14:textId="77777777" w:rsidR="00200E08" w:rsidRPr="00C240D5" w:rsidRDefault="00200E08" w:rsidP="00E01254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5A061D89" w14:textId="77777777" w:rsidR="00A6525C" w:rsidRDefault="00A6525C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A6525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EC"/>
    <w:rsid w:val="000A43CA"/>
    <w:rsid w:val="000A63AF"/>
    <w:rsid w:val="001000F9"/>
    <w:rsid w:val="001826A9"/>
    <w:rsid w:val="00200E08"/>
    <w:rsid w:val="00213C21"/>
    <w:rsid w:val="00257A8B"/>
    <w:rsid w:val="002D5D86"/>
    <w:rsid w:val="00333535"/>
    <w:rsid w:val="003F51D8"/>
    <w:rsid w:val="00415590"/>
    <w:rsid w:val="00505FC9"/>
    <w:rsid w:val="00525119"/>
    <w:rsid w:val="005F4645"/>
    <w:rsid w:val="0064471D"/>
    <w:rsid w:val="00674E6E"/>
    <w:rsid w:val="006C71EC"/>
    <w:rsid w:val="00705472"/>
    <w:rsid w:val="007B4226"/>
    <w:rsid w:val="007E2C1A"/>
    <w:rsid w:val="00862C8B"/>
    <w:rsid w:val="008C0D5C"/>
    <w:rsid w:val="0090117B"/>
    <w:rsid w:val="0099142F"/>
    <w:rsid w:val="009D1B7F"/>
    <w:rsid w:val="009D693F"/>
    <w:rsid w:val="009F55BB"/>
    <w:rsid w:val="00A6525C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C34AA"/>
  <w15:docId w15:val="{37C90875-589A-4644-8E32-71E6AFC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2019-02-22T16:38:00Z</dcterms:created>
  <dcterms:modified xsi:type="dcterms:W3CDTF">2019-02-22T16:39:00Z</dcterms:modified>
</cp:coreProperties>
</file>